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9CA62-E717-4599-8254-359354DAE169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